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FC6" w:rsidRPr="00825248" w:rsidRDefault="00CA5FC6" w:rsidP="00C90433">
      <w:pPr>
        <w:ind w:right="-263"/>
        <w:jc w:val="center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_района_240x300" style="position:absolute;left:0;text-align:left;margin-left:3in;margin-top:22.05pt;width:49.2pt;height:59.1pt;z-index:251658240;visibility:visible;mso-position-horizontal-relative:margin;mso-position-vertical-relative:page" o:allowoverlap="f">
            <v:imagedata r:id="rId5" o:title=""/>
            <w10:wrap anchorx="margin" anchory="page"/>
            <w10:anchorlock/>
          </v:shape>
        </w:pict>
      </w:r>
      <w:r w:rsidRPr="00825248">
        <w:rPr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</w:p>
    <w:p w:rsidR="00CA5FC6" w:rsidRPr="00825248" w:rsidRDefault="00CA5FC6" w:rsidP="00BA1529">
      <w:pPr>
        <w:tabs>
          <w:tab w:val="left" w:pos="0"/>
        </w:tabs>
        <w:jc w:val="center"/>
        <w:rPr>
          <w:b/>
          <w:bCs/>
          <w:sz w:val="32"/>
          <w:szCs w:val="32"/>
        </w:rPr>
      </w:pPr>
      <w:r w:rsidRPr="00825248">
        <w:rPr>
          <w:b/>
          <w:bCs/>
          <w:sz w:val="32"/>
          <w:szCs w:val="32"/>
        </w:rPr>
        <w:t>Администрация Исилькульского муниципального района</w:t>
      </w:r>
    </w:p>
    <w:p w:rsidR="00CA5FC6" w:rsidRPr="00825248" w:rsidRDefault="00CA5FC6" w:rsidP="00BA1529">
      <w:pPr>
        <w:tabs>
          <w:tab w:val="left" w:pos="1440"/>
        </w:tabs>
        <w:rPr>
          <w:b/>
          <w:bCs/>
          <w:sz w:val="28"/>
          <w:szCs w:val="28"/>
        </w:rPr>
      </w:pPr>
      <w:r w:rsidRPr="00825248">
        <w:rPr>
          <w:b/>
          <w:bCs/>
          <w:sz w:val="28"/>
          <w:szCs w:val="28"/>
        </w:rPr>
        <w:t xml:space="preserve">           </w:t>
      </w:r>
    </w:p>
    <w:p w:rsidR="00CA5FC6" w:rsidRPr="00825248" w:rsidRDefault="00CA5FC6" w:rsidP="00BA1529">
      <w:pPr>
        <w:tabs>
          <w:tab w:val="left" w:pos="0"/>
          <w:tab w:val="left" w:pos="1335"/>
          <w:tab w:val="center" w:pos="4680"/>
        </w:tabs>
        <w:jc w:val="center"/>
        <w:rPr>
          <w:sz w:val="36"/>
          <w:szCs w:val="36"/>
        </w:rPr>
      </w:pPr>
      <w:r w:rsidRPr="00825248">
        <w:rPr>
          <w:b/>
          <w:bCs/>
          <w:sz w:val="36"/>
          <w:szCs w:val="36"/>
        </w:rPr>
        <w:t>П О С Т А Н О В Л Е Н И Е</w:t>
      </w:r>
    </w:p>
    <w:p w:rsidR="00CA5FC6" w:rsidRPr="00825248" w:rsidRDefault="00CA5FC6" w:rsidP="00BA1529">
      <w:pPr>
        <w:tabs>
          <w:tab w:val="left" w:pos="3660"/>
        </w:tabs>
        <w:rPr>
          <w:sz w:val="28"/>
          <w:szCs w:val="28"/>
        </w:rPr>
      </w:pPr>
    </w:p>
    <w:p w:rsidR="00CA5FC6" w:rsidRDefault="00CA5FC6" w:rsidP="00BA1529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Pr="00825248">
        <w:rPr>
          <w:sz w:val="28"/>
          <w:szCs w:val="28"/>
        </w:rPr>
        <w:t>т</w:t>
      </w:r>
      <w:r>
        <w:rPr>
          <w:sz w:val="28"/>
          <w:szCs w:val="28"/>
        </w:rPr>
        <w:t xml:space="preserve">  30.12.2016 </w:t>
      </w:r>
      <w:r w:rsidRPr="00825248">
        <w:rPr>
          <w:sz w:val="28"/>
          <w:szCs w:val="28"/>
        </w:rPr>
        <w:t xml:space="preserve">г.                                                                              </w:t>
      </w:r>
      <w:r>
        <w:rPr>
          <w:sz w:val="28"/>
          <w:szCs w:val="28"/>
        </w:rPr>
        <w:t xml:space="preserve">                  </w:t>
      </w:r>
      <w:r w:rsidRPr="00825248">
        <w:rPr>
          <w:sz w:val="28"/>
          <w:szCs w:val="28"/>
        </w:rPr>
        <w:t xml:space="preserve">№ </w:t>
      </w:r>
      <w:r>
        <w:rPr>
          <w:sz w:val="28"/>
          <w:szCs w:val="28"/>
        </w:rPr>
        <w:t>600</w:t>
      </w:r>
    </w:p>
    <w:p w:rsidR="00CA5FC6" w:rsidRPr="00C90433" w:rsidRDefault="00CA5FC6" w:rsidP="00BA1529">
      <w:r w:rsidRPr="00C90433">
        <w:t>г. Исилькуль</w:t>
      </w:r>
    </w:p>
    <w:p w:rsidR="00CA5FC6" w:rsidRDefault="00CA5FC6" w:rsidP="00BA1529">
      <w:pPr>
        <w:rPr>
          <w:sz w:val="28"/>
          <w:szCs w:val="28"/>
        </w:rPr>
      </w:pPr>
    </w:p>
    <w:p w:rsidR="00CA5FC6" w:rsidRDefault="00CA5FC6" w:rsidP="00BA1529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r w:rsidRPr="00A20045">
        <w:rPr>
          <w:sz w:val="28"/>
          <w:szCs w:val="28"/>
        </w:rPr>
        <w:t>порядков проведения оценки регулирующего</w:t>
      </w:r>
    </w:p>
    <w:p w:rsidR="00CA5FC6" w:rsidRDefault="00CA5FC6" w:rsidP="00BA1529">
      <w:pPr>
        <w:rPr>
          <w:sz w:val="28"/>
          <w:szCs w:val="28"/>
        </w:rPr>
      </w:pPr>
      <w:r w:rsidRPr="00A20045">
        <w:rPr>
          <w:sz w:val="28"/>
          <w:szCs w:val="28"/>
        </w:rPr>
        <w:t>воздействия проектов нормативных правовых актов</w:t>
      </w:r>
      <w:r>
        <w:rPr>
          <w:sz w:val="28"/>
          <w:szCs w:val="28"/>
        </w:rPr>
        <w:t xml:space="preserve"> А</w:t>
      </w:r>
      <w:r w:rsidRPr="00A20045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Исилькульского</w:t>
      </w:r>
      <w:r w:rsidRPr="00A20045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 xml:space="preserve">Омской области </w:t>
      </w:r>
      <w:r w:rsidRPr="00A20045">
        <w:rPr>
          <w:sz w:val="28"/>
          <w:szCs w:val="28"/>
        </w:rPr>
        <w:t>и проведения эксперт</w:t>
      </w:r>
      <w:r>
        <w:rPr>
          <w:sz w:val="28"/>
          <w:szCs w:val="28"/>
        </w:rPr>
        <w:t>изы нормативных правовых актов А</w:t>
      </w:r>
      <w:r w:rsidRPr="00A20045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 xml:space="preserve">Исилькульского </w:t>
      </w:r>
      <w:r w:rsidRPr="00A20045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Омской области</w:t>
      </w:r>
    </w:p>
    <w:p w:rsidR="00CA5FC6" w:rsidRDefault="00CA5FC6" w:rsidP="00BA1529">
      <w:pPr>
        <w:rPr>
          <w:sz w:val="28"/>
          <w:szCs w:val="28"/>
        </w:rPr>
      </w:pPr>
    </w:p>
    <w:p w:rsidR="00CA5FC6" w:rsidRDefault="00CA5FC6" w:rsidP="00BA15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</w:t>
      </w:r>
      <w:r w:rsidRPr="00A20045">
        <w:rPr>
          <w:sz w:val="28"/>
          <w:szCs w:val="28"/>
        </w:rPr>
        <w:t>Законом Омской области</w:t>
      </w:r>
      <w:r>
        <w:rPr>
          <w:sz w:val="28"/>
          <w:szCs w:val="28"/>
        </w:rPr>
        <w:t xml:space="preserve"> от 26 декабря 2013 года                     № 1602</w:t>
      </w:r>
      <w:r w:rsidRPr="00A20045">
        <w:rPr>
          <w:sz w:val="28"/>
          <w:szCs w:val="28"/>
        </w:rPr>
        <w:t xml:space="preserve"> "Об отдельных вопросах оценки регулирующего воздействия проектов нормативных правовых актов и экспертизы нормативных правовых актов в Омской области"</w:t>
      </w:r>
      <w:r>
        <w:rPr>
          <w:sz w:val="28"/>
          <w:szCs w:val="28"/>
        </w:rPr>
        <w:t>,</w:t>
      </w:r>
      <w:r w:rsidRPr="00DE4C53">
        <w:rPr>
          <w:sz w:val="28"/>
          <w:szCs w:val="28"/>
        </w:rPr>
        <w:t xml:space="preserve"> Федеральным законом от </w:t>
      </w:r>
      <w:r>
        <w:rPr>
          <w:sz w:val="28"/>
          <w:szCs w:val="28"/>
        </w:rPr>
        <w:t>0</w:t>
      </w:r>
      <w:r w:rsidRPr="00DE4C53">
        <w:rPr>
          <w:sz w:val="28"/>
          <w:szCs w:val="28"/>
        </w:rPr>
        <w:t>6</w:t>
      </w:r>
      <w:r>
        <w:rPr>
          <w:sz w:val="28"/>
          <w:szCs w:val="28"/>
        </w:rPr>
        <w:t xml:space="preserve"> октября </w:t>
      </w:r>
      <w:r w:rsidRPr="00DE4C53">
        <w:rPr>
          <w:sz w:val="28"/>
          <w:szCs w:val="28"/>
        </w:rPr>
        <w:t>2003 года</w:t>
      </w:r>
      <w:r>
        <w:rPr>
          <w:sz w:val="28"/>
          <w:szCs w:val="28"/>
        </w:rPr>
        <w:t xml:space="preserve"> </w:t>
      </w:r>
      <w:r w:rsidRPr="00DE4C53">
        <w:rPr>
          <w:sz w:val="28"/>
          <w:szCs w:val="28"/>
        </w:rPr>
        <w:t xml:space="preserve">№ 131-ФЗ </w:t>
      </w:r>
      <w:r>
        <w:rPr>
          <w:sz w:val="28"/>
          <w:szCs w:val="28"/>
        </w:rPr>
        <w:t>"</w:t>
      </w:r>
      <w:r w:rsidRPr="00DE4C53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"</w:t>
      </w:r>
      <w:r w:rsidRPr="00DE4C53">
        <w:rPr>
          <w:sz w:val="28"/>
          <w:szCs w:val="28"/>
        </w:rPr>
        <w:t>, руководствуясь Уставом Исилькульского муниципального района,</w:t>
      </w:r>
      <w:r>
        <w:rPr>
          <w:sz w:val="28"/>
          <w:szCs w:val="28"/>
        </w:rPr>
        <w:t xml:space="preserve"> </w:t>
      </w:r>
      <w:r w:rsidRPr="00F5489E">
        <w:rPr>
          <w:sz w:val="28"/>
          <w:szCs w:val="28"/>
        </w:rPr>
        <w:t>Администраци</w:t>
      </w:r>
      <w:r>
        <w:rPr>
          <w:sz w:val="28"/>
          <w:szCs w:val="28"/>
        </w:rPr>
        <w:t>я</w:t>
      </w:r>
      <w:r w:rsidRPr="00F5489E">
        <w:rPr>
          <w:sz w:val="28"/>
          <w:szCs w:val="28"/>
        </w:rPr>
        <w:t xml:space="preserve"> Исилькульского муниципального района</w:t>
      </w:r>
      <w:r>
        <w:rPr>
          <w:sz w:val="28"/>
          <w:szCs w:val="28"/>
        </w:rPr>
        <w:t xml:space="preserve"> постановляет:</w:t>
      </w:r>
    </w:p>
    <w:p w:rsidR="00CA5FC6" w:rsidRPr="00A20045" w:rsidRDefault="00CA5FC6" w:rsidP="00BA1529">
      <w:pPr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Порядок проведения оценки регулирующего воздействия проектов нормативных правовых актов </w:t>
      </w:r>
      <w:r w:rsidRPr="00A20045">
        <w:rPr>
          <w:sz w:val="28"/>
          <w:szCs w:val="28"/>
        </w:rPr>
        <w:t>Администрации Исилькульского муниципального района Омской области</w:t>
      </w:r>
      <w:r>
        <w:rPr>
          <w:sz w:val="28"/>
          <w:szCs w:val="28"/>
        </w:rPr>
        <w:t xml:space="preserve"> согласно приложению № 1 к настоящему постановлению.</w:t>
      </w:r>
    </w:p>
    <w:p w:rsidR="00CA5FC6" w:rsidRPr="00A20045" w:rsidRDefault="00CA5FC6" w:rsidP="00A20045">
      <w:pPr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Порядок проведения экспертизы нормативных правовых актов </w:t>
      </w:r>
      <w:r w:rsidRPr="00A20045">
        <w:rPr>
          <w:sz w:val="28"/>
          <w:szCs w:val="28"/>
        </w:rPr>
        <w:t>Администрации Исилькульского муниципального района Омской области</w:t>
      </w:r>
      <w:r>
        <w:rPr>
          <w:sz w:val="28"/>
          <w:szCs w:val="28"/>
        </w:rPr>
        <w:t xml:space="preserve"> согласно приложению № 2 к настоящему постановлению.</w:t>
      </w:r>
    </w:p>
    <w:p w:rsidR="00CA5FC6" w:rsidRDefault="00CA5FC6" w:rsidP="00D94656">
      <w:pPr>
        <w:pStyle w:val="ListParagraph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5"/>
        <w:jc w:val="both"/>
        <w:rPr>
          <w:sz w:val="28"/>
          <w:szCs w:val="28"/>
        </w:rPr>
      </w:pPr>
      <w:r w:rsidRPr="00D94656">
        <w:rPr>
          <w:sz w:val="28"/>
          <w:szCs w:val="28"/>
        </w:rPr>
        <w:t xml:space="preserve">Руководителям структурных подразделений </w:t>
      </w:r>
      <w:r>
        <w:rPr>
          <w:sz w:val="28"/>
          <w:szCs w:val="28"/>
        </w:rPr>
        <w:t>А</w:t>
      </w:r>
      <w:r w:rsidRPr="00D94656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 xml:space="preserve">Исилькульского </w:t>
      </w:r>
      <w:r w:rsidRPr="00D94656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 xml:space="preserve">Омской области </w:t>
      </w:r>
      <w:r w:rsidRPr="00D94656">
        <w:rPr>
          <w:sz w:val="28"/>
          <w:szCs w:val="28"/>
        </w:rPr>
        <w:t xml:space="preserve">при разработке проектов нормативных правовых актов, проектов нормативных правовых актов о внесении изменений в нормативные правовые акты, затрагивающих вопросы осуществления предпринимательской и инвестиционной деятельности обеспечить исполнение </w:t>
      </w:r>
      <w:r w:rsidRPr="00BF2776">
        <w:rPr>
          <w:sz w:val="28"/>
          <w:szCs w:val="28"/>
        </w:rPr>
        <w:t>пунктов 1 и 2 настоящего постановления.</w:t>
      </w:r>
    </w:p>
    <w:p w:rsidR="00CA5FC6" w:rsidRDefault="00CA5FC6" w:rsidP="00D94656">
      <w:pPr>
        <w:pStyle w:val="ListParagraph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возложить на заместителя главы Администрации Исилькульского муниципального района по финансово-экономическим вопросам, председателя комитета финансов и контроля Администрации Исилькульского муниципального района                                     Л.Н. Седельникову.</w:t>
      </w:r>
    </w:p>
    <w:p w:rsidR="00CA5FC6" w:rsidRPr="00D94656" w:rsidRDefault="00CA5FC6" w:rsidP="00D94656">
      <w:pPr>
        <w:pStyle w:val="ListParagraph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5"/>
        <w:jc w:val="both"/>
        <w:rPr>
          <w:sz w:val="28"/>
          <w:szCs w:val="28"/>
        </w:rPr>
      </w:pPr>
      <w:r w:rsidRPr="00375A28">
        <w:rPr>
          <w:sz w:val="28"/>
          <w:szCs w:val="28"/>
        </w:rPr>
        <w:t xml:space="preserve">Настоящее постановление вступает в силу </w:t>
      </w:r>
      <w:r>
        <w:rPr>
          <w:sz w:val="28"/>
          <w:szCs w:val="28"/>
        </w:rPr>
        <w:t>с 1 января 2017 года.</w:t>
      </w:r>
    </w:p>
    <w:p w:rsidR="00CA5FC6" w:rsidRDefault="00CA5FC6" w:rsidP="009B5907">
      <w:pPr>
        <w:ind w:firstLine="709"/>
        <w:rPr>
          <w:sz w:val="28"/>
          <w:szCs w:val="28"/>
        </w:rPr>
      </w:pPr>
      <w:r>
        <w:rPr>
          <w:sz w:val="28"/>
          <w:szCs w:val="28"/>
        </w:rPr>
        <w:t>6. Опубликовать (обнародовать) настоящее постановление.</w:t>
      </w:r>
    </w:p>
    <w:p w:rsidR="00CA5FC6" w:rsidRDefault="00CA5FC6" w:rsidP="00BA1529">
      <w:pPr>
        <w:rPr>
          <w:sz w:val="28"/>
          <w:szCs w:val="28"/>
        </w:rPr>
      </w:pPr>
      <w:r w:rsidRPr="00213F65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</w:p>
    <w:p w:rsidR="00CA5FC6" w:rsidRDefault="00CA5FC6" w:rsidP="00BA1529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CA5FC6" w:rsidRDefault="00CA5FC6" w:rsidP="00BA1529">
      <w:pPr>
        <w:rPr>
          <w:sz w:val="28"/>
          <w:szCs w:val="28"/>
        </w:rPr>
      </w:pPr>
      <w:r>
        <w:rPr>
          <w:sz w:val="28"/>
          <w:szCs w:val="28"/>
        </w:rPr>
        <w:t>муниципального района                                                                          А.И. Лямзин</w:t>
      </w:r>
    </w:p>
    <w:p w:rsidR="00CA5FC6" w:rsidRDefault="00CA5FC6"/>
    <w:sectPr w:rsidR="00CA5FC6" w:rsidSect="00C90433">
      <w:pgSz w:w="11906" w:h="16838"/>
      <w:pgMar w:top="1701" w:right="566" w:bottom="71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E3665"/>
    <w:multiLevelType w:val="hybridMultilevel"/>
    <w:tmpl w:val="DEF2AC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FE20D84"/>
    <w:multiLevelType w:val="multilevel"/>
    <w:tmpl w:val="2B302DC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238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50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50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50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2160"/>
      </w:pPr>
      <w:rPr>
        <w:rFonts w:hint="default"/>
      </w:rPr>
    </w:lvl>
  </w:abstractNum>
  <w:abstractNum w:abstractNumId="2">
    <w:nsid w:val="7CAE6402"/>
    <w:multiLevelType w:val="hybridMultilevel"/>
    <w:tmpl w:val="D8D88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1529"/>
    <w:rsid w:val="0001089B"/>
    <w:rsid w:val="0001241E"/>
    <w:rsid w:val="00046994"/>
    <w:rsid w:val="000666E6"/>
    <w:rsid w:val="000B3659"/>
    <w:rsid w:val="000E0372"/>
    <w:rsid w:val="00135813"/>
    <w:rsid w:val="0019788E"/>
    <w:rsid w:val="001D2D8E"/>
    <w:rsid w:val="00213F65"/>
    <w:rsid w:val="00234D07"/>
    <w:rsid w:val="0023559B"/>
    <w:rsid w:val="0025081D"/>
    <w:rsid w:val="002F42D4"/>
    <w:rsid w:val="0035334D"/>
    <w:rsid w:val="00375A28"/>
    <w:rsid w:val="004145C4"/>
    <w:rsid w:val="004A46D9"/>
    <w:rsid w:val="0051411D"/>
    <w:rsid w:val="0056188E"/>
    <w:rsid w:val="005971E0"/>
    <w:rsid w:val="005A40BF"/>
    <w:rsid w:val="005C42CB"/>
    <w:rsid w:val="0061647F"/>
    <w:rsid w:val="006473D4"/>
    <w:rsid w:val="00656C43"/>
    <w:rsid w:val="00671EC8"/>
    <w:rsid w:val="006C642C"/>
    <w:rsid w:val="0071168D"/>
    <w:rsid w:val="00795B4A"/>
    <w:rsid w:val="007F1B91"/>
    <w:rsid w:val="007F1E76"/>
    <w:rsid w:val="008145FE"/>
    <w:rsid w:val="00825248"/>
    <w:rsid w:val="0086171A"/>
    <w:rsid w:val="008662F5"/>
    <w:rsid w:val="008A1F62"/>
    <w:rsid w:val="008B40BC"/>
    <w:rsid w:val="008C5046"/>
    <w:rsid w:val="008F1F79"/>
    <w:rsid w:val="00920043"/>
    <w:rsid w:val="00947752"/>
    <w:rsid w:val="009664C1"/>
    <w:rsid w:val="00972AA5"/>
    <w:rsid w:val="009B5907"/>
    <w:rsid w:val="00A20045"/>
    <w:rsid w:val="00A4476E"/>
    <w:rsid w:val="00A6170B"/>
    <w:rsid w:val="00AC40E2"/>
    <w:rsid w:val="00AE182B"/>
    <w:rsid w:val="00B27D0D"/>
    <w:rsid w:val="00BA1529"/>
    <w:rsid w:val="00BF2776"/>
    <w:rsid w:val="00C20921"/>
    <w:rsid w:val="00C7382D"/>
    <w:rsid w:val="00C90379"/>
    <w:rsid w:val="00C90433"/>
    <w:rsid w:val="00CA5FC6"/>
    <w:rsid w:val="00CA6C74"/>
    <w:rsid w:val="00CB4C3B"/>
    <w:rsid w:val="00CF4461"/>
    <w:rsid w:val="00D10773"/>
    <w:rsid w:val="00D27B6B"/>
    <w:rsid w:val="00D51A87"/>
    <w:rsid w:val="00D94656"/>
    <w:rsid w:val="00DE4C53"/>
    <w:rsid w:val="00E017E1"/>
    <w:rsid w:val="00E209AD"/>
    <w:rsid w:val="00EA50BA"/>
    <w:rsid w:val="00EC7878"/>
    <w:rsid w:val="00F10F33"/>
    <w:rsid w:val="00F35844"/>
    <w:rsid w:val="00F5489E"/>
    <w:rsid w:val="00F76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52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1089B"/>
    <w:pPr>
      <w:ind w:left="720"/>
    </w:pPr>
  </w:style>
  <w:style w:type="paragraph" w:customStyle="1" w:styleId="ConsPlusTitle">
    <w:name w:val="ConsPlusTitle"/>
    <w:uiPriority w:val="99"/>
    <w:rsid w:val="00A20045"/>
    <w:pPr>
      <w:widowControl w:val="0"/>
      <w:autoSpaceDE w:val="0"/>
      <w:autoSpaceDN w:val="0"/>
    </w:pPr>
    <w:rPr>
      <w:rFonts w:eastAsia="Times New Roman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374</Words>
  <Characters>2134</Characters>
  <Application>Microsoft Office Outlook</Application>
  <DocSecurity>0</DocSecurity>
  <Lines>0</Lines>
  <Paragraphs>0</Paragraphs>
  <ScaleCrop>false</ScaleCrop>
  <Company>administration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</dc:title>
  <dc:subject/>
  <dc:creator>buyakovazha</dc:creator>
  <cp:keywords/>
  <dc:description/>
  <cp:lastModifiedBy>Mash2</cp:lastModifiedBy>
  <cp:revision>3</cp:revision>
  <cp:lastPrinted>2016-12-30T04:10:00Z</cp:lastPrinted>
  <dcterms:created xsi:type="dcterms:W3CDTF">2016-12-30T04:04:00Z</dcterms:created>
  <dcterms:modified xsi:type="dcterms:W3CDTF">2016-12-30T04:11:00Z</dcterms:modified>
</cp:coreProperties>
</file>